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36A723AD" w:rsidR="00A301E0" w:rsidRPr="00536741" w:rsidRDefault="006278BA" w:rsidP="00536741">
            <w:pPr>
              <w:pStyle w:val="SISSCODE"/>
            </w:pPr>
            <w:r>
              <w:t>S</w:t>
            </w:r>
            <w:r w:rsidR="007C5BEE">
              <w:t>F</w:t>
            </w:r>
            <w:r>
              <w:t>I</w:t>
            </w:r>
            <w:r w:rsidR="007C5BEE">
              <w:t>SS</w:t>
            </w:r>
            <w:bookmarkStart w:id="0" w:name="_GoBack"/>
            <w:bookmarkEnd w:id="0"/>
            <w:r w:rsidR="00866F8E">
              <w:t>XXX</w:t>
            </w:r>
            <w:r w:rsidR="007C5BEE">
              <w:t>15</w:t>
            </w:r>
          </w:p>
        </w:tc>
        <w:tc>
          <w:tcPr>
            <w:tcW w:w="3604" w:type="pct"/>
            <w:shd w:val="clear" w:color="auto" w:fill="auto"/>
          </w:tcPr>
          <w:p w14:paraId="60DDD117" w14:textId="456E15D1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F0043B">
              <w:t>Hatchlings Care</w:t>
            </w:r>
            <w:r w:rsidR="000A09AD">
              <w:t xml:space="preserve"> </w:t>
            </w:r>
            <w:r>
              <w:t>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16198D05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F0043B">
              <w:t xml:space="preserve">look after crocodile hatchlings on a crocodile farm/ research facility or theme park. </w:t>
            </w:r>
            <w:r w:rsidR="00993C2D" w:rsidRPr="00993C2D">
              <w:t xml:space="preserve">This version released with SFI Training Package Version </w:t>
            </w:r>
            <w:proofErr w:type="gramStart"/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>?</w:t>
            </w:r>
            <w:proofErr w:type="gramEnd"/>
            <w:r w:rsidR="00993C2D" w:rsidRPr="00993C2D">
              <w:t xml:space="preserve">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5D34357" w14:textId="77777777" w:rsidR="00F0043B" w:rsidRPr="00F0043B" w:rsidRDefault="00F0043B" w:rsidP="00F0043B">
            <w:pPr>
              <w:rPr>
                <w:lang w:eastAsia="en-US"/>
              </w:rPr>
            </w:pPr>
            <w:r w:rsidRPr="00F0043B">
              <w:rPr>
                <w:lang w:eastAsia="en-US"/>
              </w:rPr>
              <w:t>These units of competency provide credit towards 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970C1B3" w14:textId="3401B7CF" w:rsidR="000A09AD" w:rsidRDefault="008C53B8" w:rsidP="00F0043B">
            <w:pPr>
              <w:pStyle w:val="SIBulletList1"/>
            </w:pPr>
            <w:r w:rsidRPr="008C53B8">
              <w:t>SFICRO</w:t>
            </w:r>
            <w:r w:rsidR="00F0043B">
              <w:t>3</w:t>
            </w:r>
            <w:r w:rsidRPr="008C53B8">
              <w:t>X</w:t>
            </w:r>
            <w:r w:rsidR="000A09AD">
              <w:t>1</w:t>
            </w:r>
            <w:r w:rsidRPr="008C53B8">
              <w:t xml:space="preserve"> </w:t>
            </w:r>
            <w:r w:rsidR="00F0043B">
              <w:t xml:space="preserve">Support crocodile hatchery operations </w:t>
            </w:r>
          </w:p>
          <w:p w14:paraId="16C00098" w14:textId="0560462C" w:rsidR="00EC0002" w:rsidRDefault="00EC0002" w:rsidP="00536741">
            <w:pPr>
              <w:pStyle w:val="SIBulletList1"/>
            </w:pPr>
            <w:r>
              <w:t>SFICRO2X3 Operate and maintain equipment or technology for work with crocodiles</w:t>
            </w:r>
          </w:p>
          <w:p w14:paraId="573A3969" w14:textId="77777777" w:rsidR="001F28F9" w:rsidRPr="00536741" w:rsidRDefault="001F28F9" w:rsidP="00F0043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46BE2343" w:rsidR="0016138C" w:rsidRPr="00536741" w:rsidRDefault="008E3345" w:rsidP="008E3345">
            <w:pPr>
              <w:pStyle w:val="SIText"/>
            </w:pPr>
            <w:r>
              <w:t xml:space="preserve">This skill set is for individuals who </w:t>
            </w:r>
            <w:r w:rsidR="00F0043B">
              <w:t>are caring for crocodile hatchlings in a crocodile</w:t>
            </w:r>
            <w:r>
              <w:t xml:space="preserve"> </w:t>
            </w:r>
            <w:r w:rsidR="00F0043B" w:rsidRPr="00F0043B">
              <w:t>farm/ research facility or theme park</w:t>
            </w:r>
            <w:r w:rsidR="00F0043B">
              <w:t>.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3B4006CE" w:rsidR="008E3345" w:rsidRPr="008E3345" w:rsidRDefault="008E3345" w:rsidP="008E3345">
            <w:pPr>
              <w:pStyle w:val="SIText"/>
            </w:pPr>
            <w:r w:rsidRPr="008E3345">
              <w:t xml:space="preserve">These units of competency from SFI Seafood Industry </w:t>
            </w:r>
            <w:r w:rsidR="00C2648A">
              <w:t xml:space="preserve">Training Package </w:t>
            </w:r>
            <w:r w:rsidRPr="008E3345">
              <w:t xml:space="preserve">meet the industry requirements for working with </w:t>
            </w:r>
            <w:r w:rsidR="000A09AD">
              <w:t xml:space="preserve">crocodile </w:t>
            </w:r>
            <w:r w:rsidR="00AD063D">
              <w:t>hatchlings</w:t>
            </w:r>
            <w:r w:rsidRPr="008E3345">
              <w:t>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DCC1B" w14:textId="77777777" w:rsidR="00A07BE2" w:rsidRDefault="00A07BE2" w:rsidP="00BF3F0A">
      <w:r>
        <w:separator/>
      </w:r>
    </w:p>
    <w:p w14:paraId="142C1CED" w14:textId="77777777" w:rsidR="00A07BE2" w:rsidRDefault="00A07BE2"/>
  </w:endnote>
  <w:endnote w:type="continuationSeparator" w:id="0">
    <w:p w14:paraId="6E91F669" w14:textId="77777777" w:rsidR="00A07BE2" w:rsidRDefault="00A07BE2" w:rsidP="00BF3F0A">
      <w:r>
        <w:continuationSeparator/>
      </w:r>
    </w:p>
    <w:p w14:paraId="70A6FDB9" w14:textId="77777777" w:rsidR="00A07BE2" w:rsidRDefault="00A07B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236C4" w14:textId="77777777" w:rsidR="00A07BE2" w:rsidRDefault="00A07BE2" w:rsidP="00BF3F0A">
      <w:r>
        <w:separator/>
      </w:r>
    </w:p>
    <w:p w14:paraId="0DABE8BB" w14:textId="77777777" w:rsidR="00A07BE2" w:rsidRDefault="00A07BE2"/>
  </w:footnote>
  <w:footnote w:type="continuationSeparator" w:id="0">
    <w:p w14:paraId="40A221B5" w14:textId="77777777" w:rsidR="00A07BE2" w:rsidRDefault="00A07BE2" w:rsidP="00BF3F0A">
      <w:r>
        <w:continuationSeparator/>
      </w:r>
    </w:p>
    <w:p w14:paraId="26F3F6AB" w14:textId="77777777" w:rsidR="00A07BE2" w:rsidRDefault="00A07B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06FBA88C" w:rsidR="009C2650" w:rsidRDefault="00866F8E">
    <w:r w:rsidRPr="00866F8E">
      <w:t>S</w:t>
    </w:r>
    <w:r w:rsidR="007C5BEE">
      <w:t>F</w:t>
    </w:r>
    <w:r w:rsidRPr="00866F8E">
      <w:t>I</w:t>
    </w:r>
    <w:r w:rsidR="007C5BEE">
      <w:t>SS</w:t>
    </w:r>
    <w:r>
      <w:t>XXX</w:t>
    </w:r>
    <w:r w:rsidR="007C5BEE">
      <w:t>15</w:t>
    </w:r>
    <w:r w:rsidRPr="00866F8E">
      <w:t xml:space="preserve"> </w:t>
    </w:r>
    <w:r w:rsidR="00EC0002" w:rsidRPr="00EC0002">
      <w:t xml:space="preserve">Crocodile </w:t>
    </w:r>
    <w:r w:rsidR="00F0043B">
      <w:t>Hatchlings Care</w:t>
    </w:r>
    <w:r w:rsidR="00EC0002" w:rsidRPr="00EC0002">
      <w:t xml:space="preserve">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09AD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C5BEE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7BE2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063D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648A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10245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002"/>
    <w:rsid w:val="00EC0469"/>
    <w:rsid w:val="00EF01F8"/>
    <w:rsid w:val="00EF40EF"/>
    <w:rsid w:val="00F0043B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6DE26-0F42-4257-A924-C0D7BF165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2d54921e-ee0f-49d3-9073-a54df1d0eb3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81EA86-22A0-4D9B-95FE-58357837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5</cp:revision>
  <cp:lastPrinted>2016-05-27T05:21:00Z</cp:lastPrinted>
  <dcterms:created xsi:type="dcterms:W3CDTF">2020-01-24T08:04:00Z</dcterms:created>
  <dcterms:modified xsi:type="dcterms:W3CDTF">2020-02-03T03:18:00Z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